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A5EA27" w14:textId="608455DB" w:rsidR="008145D7" w:rsidRDefault="008145D7" w:rsidP="008145D7">
      <w:pPr>
        <w:jc w:val="both"/>
        <w:rPr>
          <w:szCs w:val="22"/>
        </w:rPr>
      </w:pPr>
      <w:r>
        <w:rPr>
          <w:szCs w:val="22"/>
        </w:rPr>
        <w:t xml:space="preserve">Příloha č. </w:t>
      </w:r>
      <w:r w:rsidR="004857BB" w:rsidRPr="004857BB">
        <w:rPr>
          <w:szCs w:val="22"/>
        </w:rPr>
        <w:t>8</w:t>
      </w:r>
      <w:r>
        <w:rPr>
          <w:szCs w:val="22"/>
        </w:rPr>
        <w:t xml:space="preserve"> </w:t>
      </w:r>
      <w:r w:rsidR="00910A74">
        <w:rPr>
          <w:lang w:eastAsia="cs-CZ"/>
        </w:rPr>
        <w:t>Zadávací dokumentace</w:t>
      </w:r>
      <w:r>
        <w:rPr>
          <w:szCs w:val="22"/>
        </w:rPr>
        <w:t xml:space="preserve"> </w:t>
      </w:r>
    </w:p>
    <w:p w14:paraId="10A5EA28" w14:textId="77777777" w:rsidR="008145D7" w:rsidRDefault="008145D7" w:rsidP="008145D7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10A5EA29" w14:textId="77777777" w:rsidR="008145D7" w:rsidRDefault="008145D7" w:rsidP="008F128C">
      <w:pPr>
        <w:spacing w:before="240" w:after="60" w:line="240" w:lineRule="auto"/>
        <w:jc w:val="both"/>
        <w:outlineLvl w:val="0"/>
        <w:rPr>
          <w:rFonts w:eastAsia="Times New Roman" w:cs="Times New Roman"/>
          <w:b/>
          <w:bCs/>
          <w:kern w:val="28"/>
          <w:lang w:eastAsia="x-none"/>
        </w:rPr>
      </w:pPr>
      <w:r>
        <w:rPr>
          <w:rFonts w:eastAsia="Times New Roman" w:cs="Times New Roman"/>
          <w:b/>
          <w:bCs/>
          <w:kern w:val="28"/>
          <w:lang w:eastAsia="x-none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10A5EA2A" w14:textId="77777777" w:rsidR="008145D7" w:rsidRDefault="008145D7" w:rsidP="008F128C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14:paraId="10A5EA2B" w14:textId="77777777" w:rsidR="008145D7" w:rsidRDefault="008145D7" w:rsidP="008F128C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10A5EA2C" w14:textId="77777777" w:rsidR="008145D7" w:rsidRDefault="008145D7" w:rsidP="008F128C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D" w14:textId="77777777" w:rsidR="008145D7" w:rsidRDefault="008145D7" w:rsidP="008F128C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E" w14:textId="77777777" w:rsidR="008145D7" w:rsidRDefault="008145D7" w:rsidP="008F128C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F" w14:textId="77777777" w:rsidR="008145D7" w:rsidRDefault="008145D7" w:rsidP="008F128C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30" w14:textId="77777777" w:rsidR="008145D7" w:rsidRDefault="008145D7" w:rsidP="008F128C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36F9CEA7" w14:textId="1C835947" w:rsidR="002D21D5" w:rsidRDefault="008145D7" w:rsidP="008F128C">
      <w:pPr>
        <w:spacing w:line="240" w:lineRule="auto"/>
        <w:jc w:val="both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</w:t>
      </w:r>
      <w:r w:rsidRPr="00910A74">
        <w:rPr>
          <w:rFonts w:eastAsia="Times New Roman" w:cs="Times New Roman"/>
          <w:lang w:eastAsia="cs-CZ"/>
        </w:rPr>
        <w:t xml:space="preserve">na </w:t>
      </w:r>
      <w:r w:rsidR="00910A74" w:rsidRPr="00910A74">
        <w:rPr>
          <w:rFonts w:eastAsia="Times New Roman" w:cs="Times New Roman"/>
          <w:lang w:eastAsia="cs-CZ"/>
        </w:rPr>
        <w:t>na</w:t>
      </w:r>
      <w:r w:rsidRPr="00910A74">
        <w:rPr>
          <w:rFonts w:eastAsia="Times New Roman" w:cs="Times New Roman"/>
          <w:lang w:eastAsia="cs-CZ"/>
        </w:rPr>
        <w:t>dlimitní veřejnou zakázku s názvem</w:t>
      </w:r>
      <w:r>
        <w:rPr>
          <w:rFonts w:eastAsia="Times New Roman" w:cs="Times New Roman"/>
          <w:lang w:eastAsia="cs-CZ"/>
        </w:rPr>
        <w:t xml:space="preserve"> </w:t>
      </w:r>
      <w:bookmarkStart w:id="0" w:name="_Toc403053768"/>
      <w:r>
        <w:rPr>
          <w:rFonts w:eastAsia="Times New Roman" w:cs="Times New Roman"/>
          <w:b/>
          <w:lang w:eastAsia="cs-CZ"/>
        </w:rPr>
        <w:t>„</w:t>
      </w:r>
      <w:bookmarkEnd w:id="0"/>
      <w:r w:rsidR="004857BB" w:rsidRPr="004857BB">
        <w:rPr>
          <w:rFonts w:cs="Arial"/>
          <w:b/>
        </w:rPr>
        <w:t xml:space="preserve">Vybavení kulturních prostor „Fantovy budovy“ </w:t>
      </w:r>
      <w:proofErr w:type="spellStart"/>
      <w:r w:rsidR="004857BB" w:rsidRPr="004857BB">
        <w:rPr>
          <w:rFonts w:cs="Arial"/>
          <w:b/>
        </w:rPr>
        <w:t>žst</w:t>
      </w:r>
      <w:proofErr w:type="spellEnd"/>
      <w:r w:rsidR="004857BB" w:rsidRPr="004857BB">
        <w:rPr>
          <w:rFonts w:cs="Arial"/>
          <w:b/>
        </w:rPr>
        <w:t>. Praha hl. n. – Nábytek do interiéru</w:t>
      </w:r>
      <w:r>
        <w:rPr>
          <w:rFonts w:eastAsia="Times New Roman" w:cs="Times New Roman"/>
          <w:b/>
          <w:lang w:eastAsia="cs-CZ"/>
        </w:rPr>
        <w:t>“</w:t>
      </w:r>
      <w:r>
        <w:rPr>
          <w:rFonts w:eastAsia="Times New Roman" w:cs="Times New Roman"/>
          <w:lang w:eastAsia="cs-CZ"/>
        </w:rPr>
        <w:t xml:space="preserve">, </w:t>
      </w:r>
      <w:r w:rsidRPr="004857BB">
        <w:rPr>
          <w:rFonts w:eastAsia="Times New Roman" w:cs="Times New Roman"/>
          <w:lang w:eastAsia="cs-CZ"/>
        </w:rPr>
        <w:t>č.</w:t>
      </w:r>
      <w:r w:rsidR="004857BB" w:rsidRPr="004857BB">
        <w:rPr>
          <w:rFonts w:eastAsia="Times New Roman" w:cs="Times New Roman"/>
          <w:lang w:eastAsia="cs-CZ"/>
        </w:rPr>
        <w:t xml:space="preserve"> </w:t>
      </w:r>
      <w:r w:rsidRPr="004857BB">
        <w:rPr>
          <w:rFonts w:eastAsia="Times New Roman" w:cs="Times New Roman"/>
          <w:lang w:eastAsia="cs-CZ"/>
        </w:rPr>
        <w:t xml:space="preserve">j. </w:t>
      </w:r>
      <w:r w:rsidR="00084F2F" w:rsidRPr="00084F2F">
        <w:rPr>
          <w:rFonts w:eastAsia="Times New Roman" w:cs="Times New Roman"/>
          <w:lang w:eastAsia="cs-CZ"/>
        </w:rPr>
        <w:t>37937/2022-SŽ-OŘ PHA-OVZ</w:t>
      </w:r>
      <w:bookmarkStart w:id="1" w:name="_GoBack"/>
      <w:bookmarkEnd w:id="1"/>
      <w:r>
        <w:rPr>
          <w:rFonts w:eastAsia="Times New Roman" w:cs="Times New Roman"/>
          <w:lang w:eastAsia="cs-CZ"/>
        </w:rPr>
        <w:t xml:space="preserve">, tímto čestně prohlašuje, že </w:t>
      </w:r>
    </w:p>
    <w:p w14:paraId="248E0463" w14:textId="56C186F7" w:rsidR="002D21D5" w:rsidRDefault="002D21D5" w:rsidP="008F128C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 xml:space="preserve">dále uvedené údaje a další skutečnosti uvedené či jinak řádné označené ve smlouvě na plnění předmětu veřejné zakázky, jež je součástí jeho nabídky (dále jen </w:t>
      </w:r>
      <w:r w:rsidRPr="00BC22C4">
        <w:rPr>
          <w:rFonts w:eastAsia="Calibri" w:cs="Times New Roman"/>
          <w:b/>
          <w:i/>
        </w:rPr>
        <w:t>„smlouva“</w:t>
      </w:r>
      <w:r>
        <w:rPr>
          <w:rFonts w:eastAsia="Calibri" w:cs="Times New Roman"/>
        </w:rPr>
        <w:t xml:space="preserve">), považuje účastník za obchodní tajemství ve smyslu ustanovení § 504 zákona č. 89/2012 Sb., občanský zákoník, ve znění pozdějších předpisů (dále jen </w:t>
      </w:r>
      <w:r w:rsidRPr="00BC22C4">
        <w:rPr>
          <w:rFonts w:eastAsia="Calibri" w:cs="Times New Roman"/>
          <w:b/>
          <w:i/>
        </w:rPr>
        <w:t>„obchodní tajemství“</w:t>
      </w:r>
      <w:r>
        <w:rPr>
          <w:rFonts w:eastAsia="Calibri" w:cs="Times New Roman"/>
        </w:rPr>
        <w:t xml:space="preserve"> a </w:t>
      </w:r>
      <w:r w:rsidRPr="00BC22C4">
        <w:rPr>
          <w:rFonts w:eastAsia="Calibri" w:cs="Times New Roman"/>
          <w:b/>
          <w:i/>
        </w:rPr>
        <w:t>„občanský zákoník“</w:t>
      </w:r>
      <w:r>
        <w:rPr>
          <w:rFonts w:eastAsia="Calibri" w:cs="Times New Roman"/>
        </w:rPr>
        <w:t xml:space="preserve">), nebo se jedná o jiné </w:t>
      </w:r>
      <w:r w:rsidRPr="00D45C59">
        <w:rPr>
          <w:rFonts w:eastAsia="Calibri" w:cs="Times New Roman"/>
        </w:rPr>
        <w:t>informace, které nemohou být v registru smluv uveřejněny na základě ustanovení § 3 odst. 1 ZRS</w:t>
      </w:r>
      <w:r>
        <w:rPr>
          <w:rFonts w:eastAsia="Calibri" w:cs="Times New Roman"/>
        </w:rPr>
        <w:t xml:space="preserve">: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2D21D5" w:rsidRPr="005F0577" w14:paraId="79A8E188" w14:textId="77777777" w:rsidTr="00BC22C4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74B05C1" w14:textId="77777777" w:rsidR="002D21D5" w:rsidRPr="005F0577" w:rsidRDefault="002D21D5" w:rsidP="008F128C">
            <w:pPr>
              <w:pStyle w:val="tabulka"/>
              <w:jc w:val="both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tajemství či jiné informace dle § 3 </w:t>
            </w:r>
            <w:proofErr w:type="spellStart"/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odst</w:t>
            </w:r>
            <w:proofErr w:type="spellEnd"/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,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1428BB5F" w14:textId="77777777" w:rsidR="002D21D5" w:rsidRPr="005F0577" w:rsidRDefault="002D21D5" w:rsidP="008F128C">
            <w:pPr>
              <w:pStyle w:val="tabulka"/>
              <w:jc w:val="both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Umístění ve smlouvě či jejích přílohách</w:t>
            </w:r>
          </w:p>
        </w:tc>
      </w:tr>
      <w:tr w:rsidR="002D21D5" w:rsidRPr="005F0577" w14:paraId="3B58E570" w14:textId="77777777" w:rsidTr="00BC22C4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E11D2F" w14:textId="77777777" w:rsidR="002D21D5" w:rsidRPr="007308BA" w:rsidRDefault="002D21D5" w:rsidP="008F128C">
            <w:pPr>
              <w:jc w:val="both"/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4A63623E087D4B7AAC6E72850D8F0657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Pr="004327EE">
                  <w:rPr>
                    <w:rStyle w:val="Zstupntext"/>
                  </w:rPr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233C19AB5E614365A5D0F0FFC1F4A658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D297ACC" w14:textId="77777777" w:rsidR="002D21D5" w:rsidRPr="005F0577" w:rsidRDefault="002D21D5" w:rsidP="008F128C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>
                  <w:rPr>
                    <w:rStyle w:val="Zstupntext"/>
                    <w:rFonts w:ascii="Verdana" w:hAnsi="Verdana"/>
                  </w:rPr>
                  <w:t>, např. „</w:t>
                </w:r>
                <w:r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 xml:space="preserve"> smlouvy.</w:t>
                </w:r>
                <w:r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2D21D5" w:rsidRPr="005F0577" w14:paraId="6D3DB7FC" w14:textId="77777777" w:rsidTr="00BC22C4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66C0F1" w14:textId="77777777" w:rsidR="002D21D5" w:rsidRPr="007308BA" w:rsidRDefault="002D21D5" w:rsidP="008F128C">
            <w:pPr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1310978252"/>
            <w:placeholder>
              <w:docPart w:val="E223140D526C4294A9881EFBE1FC92D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D04D3C9" w14:textId="77777777" w:rsidR="002D21D5" w:rsidRPr="005F0577" w:rsidRDefault="002D21D5" w:rsidP="008F128C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2D21D5" w:rsidRPr="005F0577" w14:paraId="43DF6606" w14:textId="77777777" w:rsidTr="00BC22C4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C82306" w14:textId="77777777" w:rsidR="002D21D5" w:rsidRPr="007308BA" w:rsidRDefault="002D21D5" w:rsidP="008F128C">
            <w:pPr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87273182"/>
            <w:placeholder>
              <w:docPart w:val="6202103A43004E0A85ECC84D6227CABE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FF48D59" w14:textId="77777777" w:rsidR="002D21D5" w:rsidRPr="005F0577" w:rsidRDefault="002D21D5" w:rsidP="008F128C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10A5EA31" w14:textId="7806AEB6" w:rsidR="008145D7" w:rsidRDefault="008145D7" w:rsidP="008F128C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 xml:space="preserve"> </w:t>
      </w:r>
    </w:p>
    <w:p w14:paraId="10A5EA32" w14:textId="77777777" w:rsidR="008145D7" w:rsidRDefault="008145D7" w:rsidP="008F128C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10A5EA33" w14:textId="77777777" w:rsidR="008145D7" w:rsidRDefault="008145D7" w:rsidP="008F128C">
      <w:pPr>
        <w:spacing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10A5EA34" w14:textId="320B7796" w:rsidR="008145D7" w:rsidRDefault="008145D7" w:rsidP="008F128C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lastRenderedPageBreak/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2D21D5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</w:t>
      </w:r>
    </w:p>
    <w:p w14:paraId="10A5EA35" w14:textId="77777777" w:rsidR="008145D7" w:rsidRDefault="008145D7" w:rsidP="008145D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14:paraId="10A5EA36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………………….… dne ………………………</w:t>
      </w:r>
    </w:p>
    <w:p w14:paraId="10A5EA37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8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A" w14:textId="77777777"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4A73B3D" w14:textId="77777777" w:rsidR="002D725B" w:rsidRDefault="002D725B" w:rsidP="00962258">
      <w:pPr>
        <w:spacing w:after="0" w:line="240" w:lineRule="auto"/>
      </w:pPr>
      <w:r>
        <w:separator/>
      </w:r>
    </w:p>
  </w:endnote>
  <w:endnote w:type="continuationSeparator" w:id="0">
    <w:p w14:paraId="089A6AAD" w14:textId="77777777" w:rsidR="002D725B" w:rsidRDefault="002D725B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4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44" w14:textId="1A0B7AE2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84F2F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84F2F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4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0A5EA47" w14:textId="77777777" w:rsidR="00F1715C" w:rsidRDefault="00F1715C" w:rsidP="00D831A3">
          <w:pPr>
            <w:pStyle w:val="Zpat"/>
          </w:pPr>
        </w:p>
      </w:tc>
    </w:tr>
  </w:tbl>
  <w:p w14:paraId="10A5EA4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0A5EA5E" wp14:editId="10A5EA5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54B934C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0A5EA60" wp14:editId="10A5EA6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B682EF2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5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54" w14:textId="04EFBB24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84F2F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84F2F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5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0A5EA5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5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0A5EA5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10A5EA59" w14:textId="5C528FA1" w:rsidR="00F1715C" w:rsidRDefault="00DF09FD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10A5EA5A" w14:textId="0393E51D" w:rsidR="00F1715C" w:rsidRDefault="00016F52" w:rsidP="00460660">
          <w:pPr>
            <w:pStyle w:val="Zpat"/>
          </w:pPr>
          <w:r w:rsidRPr="00A15F1F">
            <w:rPr>
              <w:b/>
              <w:szCs w:val="12"/>
            </w:rPr>
            <w:t>Oblastní ředitelství Praha</w:t>
          </w:r>
          <w:r w:rsidRPr="00A15F1F">
            <w:rPr>
              <w:b/>
              <w:szCs w:val="12"/>
            </w:rPr>
            <w:br/>
            <w:t>Partyzánská 24</w:t>
          </w:r>
          <w:r w:rsidRPr="00A15F1F">
            <w:rPr>
              <w:b/>
              <w:szCs w:val="12"/>
            </w:rPr>
            <w:br/>
            <w:t>170 00 Praha 7 – Holešovice</w:t>
          </w:r>
        </w:p>
      </w:tc>
    </w:tr>
  </w:tbl>
  <w:p w14:paraId="10A5EA5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0A5EA64" wp14:editId="10A5EA6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D0A5C4D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0A5EA66" wp14:editId="10A5EA6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6178C08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0A5EA5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932A340" w14:textId="77777777" w:rsidR="002D725B" w:rsidRDefault="002D725B" w:rsidP="00962258">
      <w:pPr>
        <w:spacing w:after="0" w:line="240" w:lineRule="auto"/>
      </w:pPr>
      <w:r>
        <w:separator/>
      </w:r>
    </w:p>
  </w:footnote>
  <w:footnote w:type="continuationSeparator" w:id="0">
    <w:p w14:paraId="4F0ACC8B" w14:textId="77777777" w:rsidR="002D725B" w:rsidRDefault="002D725B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0A5EA3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1" w14:textId="77777777" w:rsidR="00F1715C" w:rsidRPr="00D6163D" w:rsidRDefault="00F1715C" w:rsidP="00D6163D">
          <w:pPr>
            <w:pStyle w:val="Druhdokumentu"/>
          </w:pPr>
        </w:p>
      </w:tc>
    </w:tr>
  </w:tbl>
  <w:p w14:paraId="10A5EA4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5EA4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4C" w14:textId="77777777" w:rsidR="00F1715C" w:rsidRPr="00D6163D" w:rsidRDefault="00F1715C" w:rsidP="00FC6389">
          <w:pPr>
            <w:pStyle w:val="Druhdokumentu"/>
          </w:pPr>
        </w:p>
      </w:tc>
    </w:tr>
    <w:tr w:rsidR="009F392E" w14:paraId="10A5EA5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10A5EA4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50" w14:textId="77777777" w:rsidR="009F392E" w:rsidRPr="00D6163D" w:rsidRDefault="009F392E" w:rsidP="00FC6389">
          <w:pPr>
            <w:pStyle w:val="Druhdokumentu"/>
          </w:pPr>
        </w:p>
      </w:tc>
    </w:tr>
  </w:tbl>
  <w:p w14:paraId="10A5EA5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0A5EA62" wp14:editId="10A5EA6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0A5EA5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5D7"/>
    <w:rsid w:val="00016F52"/>
    <w:rsid w:val="00040D8F"/>
    <w:rsid w:val="00072C1E"/>
    <w:rsid w:val="00084F2F"/>
    <w:rsid w:val="000E23A7"/>
    <w:rsid w:val="0010693F"/>
    <w:rsid w:val="00114472"/>
    <w:rsid w:val="00154352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D21D5"/>
    <w:rsid w:val="002D725B"/>
    <w:rsid w:val="002E0CD7"/>
    <w:rsid w:val="00317055"/>
    <w:rsid w:val="00341DCF"/>
    <w:rsid w:val="00357BC6"/>
    <w:rsid w:val="00382C61"/>
    <w:rsid w:val="003956C6"/>
    <w:rsid w:val="00441430"/>
    <w:rsid w:val="00450F07"/>
    <w:rsid w:val="00453CD3"/>
    <w:rsid w:val="00460660"/>
    <w:rsid w:val="004857BB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145D7"/>
    <w:rsid w:val="008659F3"/>
    <w:rsid w:val="00886D4B"/>
    <w:rsid w:val="00895406"/>
    <w:rsid w:val="008A3568"/>
    <w:rsid w:val="008D03B9"/>
    <w:rsid w:val="008F128C"/>
    <w:rsid w:val="008F18D6"/>
    <w:rsid w:val="008F5599"/>
    <w:rsid w:val="00904780"/>
    <w:rsid w:val="00910A74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09FD"/>
    <w:rsid w:val="00DF116D"/>
    <w:rsid w:val="00E36C4A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10A5EA27"/>
  <w14:defaultImageDpi w14:val="32767"/>
  <w15:docId w15:val="{2AAE310B-833E-4A66-A32E-94E6E6AAD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stupntext">
    <w:name w:val="Placeholder Text"/>
    <w:basedOn w:val="Standardnpsmoodstavce"/>
    <w:uiPriority w:val="99"/>
    <w:semiHidden/>
    <w:rsid w:val="002D21D5"/>
    <w:rPr>
      <w:color w:val="808080"/>
    </w:rPr>
  </w:style>
  <w:style w:type="paragraph" w:customStyle="1" w:styleId="tabulka">
    <w:name w:val="tabulka"/>
    <w:basedOn w:val="Normln"/>
    <w:uiPriority w:val="99"/>
    <w:rsid w:val="002D21D5"/>
    <w:pPr>
      <w:widowControl w:val="0"/>
      <w:spacing w:before="120"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8F12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F128C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F128C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F12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F128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4A63623E087D4B7AAC6E72850D8F06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AB16E58-7D8B-41EB-8564-10CB5BB5B621}"/>
      </w:docPartPr>
      <w:docPartBody>
        <w:p w:rsidR="0009490F" w:rsidRDefault="00D834C6" w:rsidP="00D834C6">
          <w:pPr>
            <w:pStyle w:val="4A63623E087D4B7AAC6E72850D8F0657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233C19AB5E614365A5D0F0FFC1F4A6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172F216-60A4-4D36-9312-D6F47DFDA06D}"/>
      </w:docPartPr>
      <w:docPartBody>
        <w:p w:rsidR="0009490F" w:rsidRDefault="00D834C6" w:rsidP="00D834C6">
          <w:pPr>
            <w:pStyle w:val="233C19AB5E614365A5D0F0FFC1F4A658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E223140D526C4294A9881EFBE1FC92D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5E70AE2-B66F-4933-AF32-4DD8B874555F}"/>
      </w:docPartPr>
      <w:docPartBody>
        <w:p w:rsidR="0009490F" w:rsidRDefault="00D834C6" w:rsidP="00D834C6">
          <w:pPr>
            <w:pStyle w:val="E223140D526C4294A9881EFBE1FC92DA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6202103A43004E0A85ECC84D6227CA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FF56B36-D7C4-497C-B6FC-0F8CDAC87F00}"/>
      </w:docPartPr>
      <w:docPartBody>
        <w:p w:rsidR="0009490F" w:rsidRDefault="00D834C6" w:rsidP="00D834C6">
          <w:pPr>
            <w:pStyle w:val="6202103A43004E0A85ECC84D6227CABE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34C6"/>
    <w:rsid w:val="0009490F"/>
    <w:rsid w:val="00451C58"/>
    <w:rsid w:val="004F7E9F"/>
    <w:rsid w:val="00D834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834C6"/>
    <w:rPr>
      <w:color w:val="808080"/>
    </w:rPr>
  </w:style>
  <w:style w:type="paragraph" w:customStyle="1" w:styleId="4A63623E087D4B7AAC6E72850D8F0657">
    <w:name w:val="4A63623E087D4B7AAC6E72850D8F0657"/>
    <w:rsid w:val="00D834C6"/>
  </w:style>
  <w:style w:type="paragraph" w:customStyle="1" w:styleId="233C19AB5E614365A5D0F0FFC1F4A658">
    <w:name w:val="233C19AB5E614365A5D0F0FFC1F4A658"/>
    <w:rsid w:val="00D834C6"/>
  </w:style>
  <w:style w:type="paragraph" w:customStyle="1" w:styleId="E223140D526C4294A9881EFBE1FC92DA">
    <w:name w:val="E223140D526C4294A9881EFBE1FC92DA"/>
    <w:rsid w:val="00D834C6"/>
  </w:style>
  <w:style w:type="paragraph" w:customStyle="1" w:styleId="6202103A43004E0A85ECC84D6227CABE">
    <w:name w:val="6202103A43004E0A85ECC84D6227CABE"/>
    <w:rsid w:val="00D834C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http://purl.org/dc/dcmitype/"/>
    <ds:schemaRef ds:uri="http://purl.org/dc/terms/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2259EA82-894D-4ECB-AD90-91C46949CD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3</TotalTime>
  <Pages>2</Pages>
  <Words>467</Words>
  <Characters>2761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Černá Lenka, Bc.</cp:lastModifiedBy>
  <cp:revision>5</cp:revision>
  <cp:lastPrinted>2017-11-28T17:18:00Z</cp:lastPrinted>
  <dcterms:created xsi:type="dcterms:W3CDTF">2022-10-04T06:39:00Z</dcterms:created>
  <dcterms:modified xsi:type="dcterms:W3CDTF">2022-10-17T12:47:00Z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